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70A396" w14:textId="77777777" w:rsidR="003B0C17" w:rsidRPr="00BA5302" w:rsidRDefault="00D644AC" w:rsidP="003B0C17">
      <w:pPr>
        <w:ind w:left="360"/>
        <w:jc w:val="center"/>
        <w:rPr>
          <w:b/>
          <w:sz w:val="16"/>
          <w:szCs w:val="16"/>
          <w:u w:val="single"/>
        </w:rPr>
      </w:pPr>
      <w:r>
        <w:rPr>
          <w:b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B66123" wp14:editId="3AB960CB">
                <wp:simplePos x="0" y="0"/>
                <wp:positionH relativeFrom="column">
                  <wp:posOffset>3990975</wp:posOffset>
                </wp:positionH>
                <wp:positionV relativeFrom="paragraph">
                  <wp:posOffset>-790575</wp:posOffset>
                </wp:positionV>
                <wp:extent cx="2752725" cy="8001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63D5DD" w14:textId="77777777" w:rsidR="00E14361" w:rsidRPr="00264A51" w:rsidRDefault="00E14361" w:rsidP="003B0C17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Name</w:t>
                            </w:r>
                            <w:r w:rsidRPr="00264A51">
                              <w:rPr>
                                <w:b/>
                              </w:rPr>
                              <w:t>: _________________________</w:t>
                            </w:r>
                          </w:p>
                          <w:p w14:paraId="4E105AEC" w14:textId="77777777" w:rsidR="00E14361" w:rsidRPr="00264A51" w:rsidRDefault="00E14361" w:rsidP="003B0C17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 w:rsidRPr="00264A51">
                              <w:rPr>
                                <w:b/>
                              </w:rPr>
                              <w:t>Date: ________________</w:t>
                            </w:r>
                            <w:r>
                              <w:rPr>
                                <w:b/>
                              </w:rPr>
                              <w:br/>
                              <w:t>Topic: 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4.25pt;margin-top:-62.25pt;width:216.75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" stroked="f">
                <v:textbox>
                  <w:txbxContent>
                    <w:p w:rsidR="003B0C17" w:rsidRPr="00264A51" w:rsidRDefault="003B0C17" w:rsidP="003B0C17">
                      <w:pPr>
                        <w:spacing w:line="36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Name</w:t>
                      </w:r>
                      <w:r w:rsidRPr="00264A51">
                        <w:rPr>
                          <w:b/>
                        </w:rPr>
                        <w:t>: _________________________</w:t>
                      </w:r>
                    </w:p>
                    <w:p w:rsidR="003B0C17" w:rsidRPr="00264A51" w:rsidRDefault="003B0C17" w:rsidP="003B0C17">
                      <w:pPr>
                        <w:spacing w:line="360" w:lineRule="auto"/>
                        <w:rPr>
                          <w:b/>
                        </w:rPr>
                      </w:pPr>
                      <w:r w:rsidRPr="00264A51">
                        <w:rPr>
                          <w:b/>
                        </w:rPr>
                        <w:t>Date: ________________</w:t>
                      </w:r>
                      <w:r>
                        <w:rPr>
                          <w:b/>
                        </w:rPr>
                        <w:br/>
                        <w:t>Topic: _________________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C73E0C">
        <w:rPr>
          <w:b/>
          <w:sz w:val="40"/>
          <w:szCs w:val="40"/>
          <w:u w:val="single"/>
        </w:rPr>
        <w:t>Educreation</w:t>
      </w:r>
      <w:proofErr w:type="spellEnd"/>
      <w:r w:rsidR="00E70ABD">
        <w:rPr>
          <w:b/>
          <w:sz w:val="40"/>
          <w:szCs w:val="40"/>
          <w:u w:val="single"/>
        </w:rPr>
        <w:t xml:space="preserve"> Rubric</w:t>
      </w:r>
      <w:r w:rsidR="003B0C17">
        <w:rPr>
          <w:b/>
          <w:sz w:val="28"/>
          <w:szCs w:val="28"/>
          <w:u w:val="single"/>
        </w:rPr>
        <w:br/>
      </w:r>
    </w:p>
    <w:tbl>
      <w:tblPr>
        <w:tblW w:w="1080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2430"/>
        <w:gridCol w:w="2250"/>
        <w:gridCol w:w="2092"/>
        <w:gridCol w:w="2318"/>
      </w:tblGrid>
      <w:tr w:rsidR="003B0C17" w:rsidRPr="00310185" w14:paraId="1F9D048A" w14:textId="77777777" w:rsidTr="00C73E0C">
        <w:trPr>
          <w:trHeight w:val="323"/>
        </w:trPr>
        <w:tc>
          <w:tcPr>
            <w:tcW w:w="1710" w:type="dxa"/>
          </w:tcPr>
          <w:p w14:paraId="0F408AA9" w14:textId="77777777" w:rsidR="003B0C17" w:rsidRPr="00310185" w:rsidRDefault="003B0C17" w:rsidP="00737E0C">
            <w:pPr>
              <w:jc w:val="center"/>
              <w:rPr>
                <w:b/>
              </w:rPr>
            </w:pPr>
            <w:r w:rsidRPr="00310185">
              <w:rPr>
                <w:b/>
              </w:rPr>
              <w:t>Skill</w:t>
            </w:r>
          </w:p>
        </w:tc>
        <w:tc>
          <w:tcPr>
            <w:tcW w:w="2430" w:type="dxa"/>
          </w:tcPr>
          <w:p w14:paraId="3A142EB7" w14:textId="77777777" w:rsidR="003B0C17" w:rsidRPr="00310185" w:rsidRDefault="00737E0C" w:rsidP="00737E0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250" w:type="dxa"/>
          </w:tcPr>
          <w:p w14:paraId="3350FA99" w14:textId="77777777" w:rsidR="003B0C17" w:rsidRPr="00310185" w:rsidRDefault="00737E0C" w:rsidP="00737E0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092" w:type="dxa"/>
          </w:tcPr>
          <w:p w14:paraId="44AA8A6F" w14:textId="77777777" w:rsidR="003B0C17" w:rsidRPr="00310185" w:rsidRDefault="00737E0C" w:rsidP="00737E0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18" w:type="dxa"/>
          </w:tcPr>
          <w:p w14:paraId="5D8DAFC5" w14:textId="77777777" w:rsidR="003B0C17" w:rsidRPr="00310185" w:rsidRDefault="00737E0C" w:rsidP="00737E0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B0C17" w:rsidRPr="00310185" w14:paraId="20506E6D" w14:textId="77777777" w:rsidTr="00C73E0C">
        <w:trPr>
          <w:trHeight w:val="1076"/>
        </w:trPr>
        <w:tc>
          <w:tcPr>
            <w:tcW w:w="1710" w:type="dxa"/>
          </w:tcPr>
          <w:p w14:paraId="65C3F227" w14:textId="77777777" w:rsidR="003B0C17" w:rsidRPr="00B17CC5" w:rsidRDefault="003B0C17" w:rsidP="00737E0C">
            <w:pPr>
              <w:jc w:val="center"/>
              <w:rPr>
                <w:b/>
                <w:sz w:val="28"/>
                <w:szCs w:val="28"/>
              </w:rPr>
            </w:pPr>
          </w:p>
          <w:p w14:paraId="292DC213" w14:textId="77777777" w:rsidR="00F81844" w:rsidRPr="00F81844" w:rsidRDefault="008B5C4A" w:rsidP="00737E0C">
            <w:pPr>
              <w:jc w:val="center"/>
              <w:rPr>
                <w:b/>
              </w:rPr>
            </w:pPr>
            <w:r w:rsidRPr="00F81844">
              <w:rPr>
                <w:b/>
                <w:sz w:val="22"/>
                <w:szCs w:val="22"/>
              </w:rPr>
              <w:t>Information</w:t>
            </w:r>
          </w:p>
          <w:p w14:paraId="5B7B08B3" w14:textId="77777777" w:rsidR="008B5C4A" w:rsidRPr="00F81844" w:rsidRDefault="008B5C4A" w:rsidP="00737E0C">
            <w:pPr>
              <w:jc w:val="center"/>
              <w:rPr>
                <w:b/>
              </w:rPr>
            </w:pPr>
            <w:r w:rsidRPr="00F81844">
              <w:rPr>
                <w:b/>
                <w:sz w:val="22"/>
                <w:szCs w:val="22"/>
              </w:rPr>
              <w:t xml:space="preserve">on </w:t>
            </w:r>
          </w:p>
          <w:p w14:paraId="1A09A4E7" w14:textId="77777777" w:rsidR="003B0C17" w:rsidRPr="00B17CC5" w:rsidRDefault="00C73E0C" w:rsidP="00737E0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Educreation</w:t>
            </w:r>
            <w:proofErr w:type="spellEnd"/>
          </w:p>
        </w:tc>
        <w:tc>
          <w:tcPr>
            <w:tcW w:w="2430" w:type="dxa"/>
          </w:tcPr>
          <w:p w14:paraId="7F07FEA4" w14:textId="77777777" w:rsidR="003B0C17" w:rsidRPr="00B17CC5" w:rsidRDefault="003B0C17" w:rsidP="00737E0C">
            <w:r w:rsidRPr="00B17CC5">
              <w:rPr>
                <w:sz w:val="22"/>
                <w:szCs w:val="22"/>
              </w:rPr>
              <w:t xml:space="preserve">- Appropriate size font </w:t>
            </w:r>
          </w:p>
          <w:p w14:paraId="70C0D9C7" w14:textId="77777777" w:rsidR="003B0C17" w:rsidRPr="00B17CC5" w:rsidRDefault="003B0C17" w:rsidP="00737E0C">
            <w:r w:rsidRPr="00B17CC5">
              <w:rPr>
                <w:sz w:val="22"/>
                <w:szCs w:val="22"/>
              </w:rPr>
              <w:t>- Lettering font is visually appropriate</w:t>
            </w:r>
          </w:p>
          <w:p w14:paraId="316F9F67" w14:textId="77777777" w:rsidR="003B0C17" w:rsidRPr="00B17CC5" w:rsidRDefault="003B0C17" w:rsidP="00737E0C">
            <w:r w:rsidRPr="00B17CC5">
              <w:rPr>
                <w:sz w:val="22"/>
                <w:szCs w:val="22"/>
              </w:rPr>
              <w:t xml:space="preserve">- Zero spelling, punctuation or grammar </w:t>
            </w:r>
            <w:r w:rsidR="00F81844">
              <w:rPr>
                <w:sz w:val="22"/>
                <w:szCs w:val="22"/>
              </w:rPr>
              <w:t>errors</w:t>
            </w:r>
          </w:p>
        </w:tc>
        <w:tc>
          <w:tcPr>
            <w:tcW w:w="2250" w:type="dxa"/>
          </w:tcPr>
          <w:p w14:paraId="224312DA" w14:textId="77777777" w:rsidR="003B0C17" w:rsidRPr="00B17CC5" w:rsidRDefault="003B0C17" w:rsidP="00737E0C">
            <w:r w:rsidRPr="00B17CC5">
              <w:rPr>
                <w:sz w:val="22"/>
                <w:szCs w:val="22"/>
              </w:rPr>
              <w:t>- Neat except for 1-2 mistakes</w:t>
            </w:r>
          </w:p>
          <w:p w14:paraId="02370646" w14:textId="77777777" w:rsidR="003B0C17" w:rsidRPr="00B17CC5" w:rsidRDefault="003B0C17" w:rsidP="00737E0C">
            <w:r w:rsidRPr="00B17CC5">
              <w:rPr>
                <w:sz w:val="22"/>
                <w:szCs w:val="22"/>
              </w:rPr>
              <w:t>- Appropriate size font</w:t>
            </w:r>
            <w:r w:rsidRPr="00B17CC5">
              <w:rPr>
                <w:sz w:val="22"/>
                <w:szCs w:val="22"/>
              </w:rPr>
              <w:br/>
              <w:t>- Lettering is neat but has 1-2 errors</w:t>
            </w:r>
            <w:r w:rsidRPr="00B17CC5">
              <w:rPr>
                <w:sz w:val="22"/>
                <w:szCs w:val="22"/>
              </w:rPr>
              <w:br/>
              <w:t xml:space="preserve">- 1-5 errors in spelling, punctuation or grammar </w:t>
            </w:r>
          </w:p>
        </w:tc>
        <w:tc>
          <w:tcPr>
            <w:tcW w:w="2092" w:type="dxa"/>
          </w:tcPr>
          <w:p w14:paraId="13F84D13" w14:textId="77777777" w:rsidR="003B0C17" w:rsidRPr="00B17CC5" w:rsidRDefault="003B0C17" w:rsidP="00737E0C">
            <w:r w:rsidRPr="00B17CC5">
              <w:rPr>
                <w:sz w:val="22"/>
                <w:szCs w:val="22"/>
              </w:rPr>
              <w:t>- Sizes or font style is ok</w:t>
            </w:r>
          </w:p>
          <w:p w14:paraId="37B19ABC" w14:textId="77777777" w:rsidR="003B0C17" w:rsidRPr="00B17CC5" w:rsidRDefault="003B0C17" w:rsidP="00737E0C">
            <w:r w:rsidRPr="00B17CC5">
              <w:rPr>
                <w:sz w:val="22"/>
                <w:szCs w:val="22"/>
              </w:rPr>
              <w:t xml:space="preserve">- 6-10 errors in spelling, punctuation or grammar </w:t>
            </w:r>
          </w:p>
        </w:tc>
        <w:tc>
          <w:tcPr>
            <w:tcW w:w="2318" w:type="dxa"/>
          </w:tcPr>
          <w:p w14:paraId="3389FE0E" w14:textId="77777777" w:rsidR="003B0C17" w:rsidRPr="00B17CC5" w:rsidRDefault="003B0C17" w:rsidP="00737E0C">
            <w:r w:rsidRPr="00B17CC5">
              <w:rPr>
                <w:sz w:val="22"/>
                <w:szCs w:val="22"/>
              </w:rPr>
              <w:t xml:space="preserve">- Included </w:t>
            </w:r>
            <w:r>
              <w:rPr>
                <w:sz w:val="22"/>
                <w:szCs w:val="22"/>
              </w:rPr>
              <w:t>3 slides or less</w:t>
            </w:r>
            <w:r w:rsidRPr="00B17CC5">
              <w:rPr>
                <w:sz w:val="22"/>
                <w:szCs w:val="22"/>
              </w:rPr>
              <w:t xml:space="preserve"> </w:t>
            </w:r>
          </w:p>
          <w:p w14:paraId="4FE43E2B" w14:textId="77777777" w:rsidR="003B0C17" w:rsidRPr="00B17CC5" w:rsidRDefault="003B0C17" w:rsidP="00737E0C">
            <w:r w:rsidRPr="00B17CC5">
              <w:rPr>
                <w:sz w:val="22"/>
                <w:szCs w:val="22"/>
              </w:rPr>
              <w:t>- Sizes or font style is inappropriate</w:t>
            </w:r>
          </w:p>
          <w:p w14:paraId="0231E4B9" w14:textId="77777777" w:rsidR="003B0C17" w:rsidRDefault="003B0C17" w:rsidP="00737E0C">
            <w:r w:rsidRPr="00B17CC5">
              <w:rPr>
                <w:sz w:val="22"/>
                <w:szCs w:val="22"/>
              </w:rPr>
              <w:t xml:space="preserve">- More than ten errors in spelling, punctuation or grammar </w:t>
            </w:r>
          </w:p>
          <w:p w14:paraId="4F202C4D" w14:textId="77777777" w:rsidR="003B0C17" w:rsidRPr="00B17CC5" w:rsidRDefault="003B0C17" w:rsidP="00737E0C">
            <w:r>
              <w:rPr>
                <w:sz w:val="22"/>
                <w:szCs w:val="22"/>
              </w:rPr>
              <w:t>- Slides had no headings</w:t>
            </w:r>
          </w:p>
        </w:tc>
      </w:tr>
      <w:tr w:rsidR="003B0C17" w:rsidRPr="00310185" w14:paraId="0AF8B01B" w14:textId="77777777" w:rsidTr="00C73E0C">
        <w:trPr>
          <w:trHeight w:val="1106"/>
        </w:trPr>
        <w:tc>
          <w:tcPr>
            <w:tcW w:w="1710" w:type="dxa"/>
          </w:tcPr>
          <w:p w14:paraId="48A91E05" w14:textId="77777777" w:rsidR="003B0C17" w:rsidRPr="00B17CC5" w:rsidRDefault="003B0C17" w:rsidP="00737E0C">
            <w:pPr>
              <w:jc w:val="center"/>
              <w:rPr>
                <w:b/>
                <w:sz w:val="28"/>
                <w:szCs w:val="28"/>
              </w:rPr>
            </w:pPr>
          </w:p>
          <w:p w14:paraId="1AF1782A" w14:textId="77777777" w:rsidR="003B0C17" w:rsidRPr="00B17CC5" w:rsidRDefault="003B0C17" w:rsidP="00737E0C">
            <w:pPr>
              <w:jc w:val="center"/>
              <w:rPr>
                <w:b/>
                <w:sz w:val="28"/>
                <w:szCs w:val="28"/>
              </w:rPr>
            </w:pPr>
            <w:r w:rsidRPr="00B17CC5">
              <w:rPr>
                <w:b/>
                <w:sz w:val="28"/>
                <w:szCs w:val="28"/>
              </w:rPr>
              <w:t>Use of colors and Pictures</w:t>
            </w:r>
          </w:p>
        </w:tc>
        <w:tc>
          <w:tcPr>
            <w:tcW w:w="2430" w:type="dxa"/>
          </w:tcPr>
          <w:p w14:paraId="3C9BAEA3" w14:textId="77777777" w:rsidR="003B0C17" w:rsidRPr="005372AC" w:rsidRDefault="003B0C17" w:rsidP="00737E0C">
            <w:r w:rsidRPr="005372AC">
              <w:rPr>
                <w:sz w:val="22"/>
                <w:szCs w:val="22"/>
              </w:rPr>
              <w:t>- Art work uses a wide variety of colors</w:t>
            </w:r>
          </w:p>
          <w:p w14:paraId="3B8772B7" w14:textId="77777777" w:rsidR="003B0C17" w:rsidRPr="005372AC" w:rsidRDefault="003B0C17" w:rsidP="00737E0C">
            <w:r w:rsidRPr="005372AC">
              <w:rPr>
                <w:sz w:val="22"/>
                <w:szCs w:val="22"/>
              </w:rPr>
              <w:t>- Pictures</w:t>
            </w:r>
            <w:r>
              <w:rPr>
                <w:sz w:val="22"/>
                <w:szCs w:val="22"/>
              </w:rPr>
              <w:t xml:space="preserve">/objects </w:t>
            </w:r>
            <w:r w:rsidRPr="005372AC">
              <w:rPr>
                <w:sz w:val="22"/>
                <w:szCs w:val="22"/>
              </w:rPr>
              <w:t xml:space="preserve"> are </w:t>
            </w:r>
            <w:r>
              <w:rPr>
                <w:sz w:val="22"/>
                <w:szCs w:val="22"/>
              </w:rPr>
              <w:t>appropriate in size, shape and color</w:t>
            </w:r>
          </w:p>
          <w:p w14:paraId="5648A59B" w14:textId="77777777" w:rsidR="003B0C17" w:rsidRPr="005372AC" w:rsidRDefault="003B0C17" w:rsidP="00737E0C"/>
        </w:tc>
        <w:tc>
          <w:tcPr>
            <w:tcW w:w="2250" w:type="dxa"/>
          </w:tcPr>
          <w:p w14:paraId="3C05FDF4" w14:textId="77777777" w:rsidR="00F81844" w:rsidRDefault="003B0C17" w:rsidP="00737E0C">
            <w:r>
              <w:rPr>
                <w:sz w:val="22"/>
                <w:szCs w:val="22"/>
              </w:rPr>
              <w:t xml:space="preserve">- Pictures/objects are too small/too big </w:t>
            </w:r>
          </w:p>
          <w:p w14:paraId="4CEC60E4" w14:textId="77777777" w:rsidR="003B0C17" w:rsidRDefault="00F81844" w:rsidP="00737E0C">
            <w:r>
              <w:rPr>
                <w:sz w:val="22"/>
                <w:szCs w:val="22"/>
              </w:rPr>
              <w:t>Pictures were poorly</w:t>
            </w:r>
            <w:r w:rsidR="003B0C17">
              <w:rPr>
                <w:sz w:val="22"/>
                <w:szCs w:val="22"/>
              </w:rPr>
              <w:t xml:space="preserve"> placed </w:t>
            </w:r>
          </w:p>
          <w:p w14:paraId="234DF035" w14:textId="77777777" w:rsidR="003B0C17" w:rsidRPr="005372AC" w:rsidRDefault="003B0C17" w:rsidP="00737E0C"/>
        </w:tc>
        <w:tc>
          <w:tcPr>
            <w:tcW w:w="2092" w:type="dxa"/>
          </w:tcPr>
          <w:p w14:paraId="0004F1E2" w14:textId="77777777" w:rsidR="003B0C17" w:rsidRDefault="003B0C17" w:rsidP="00737E0C">
            <w:r w:rsidRPr="005372AC">
              <w:rPr>
                <w:sz w:val="22"/>
                <w:szCs w:val="22"/>
              </w:rPr>
              <w:t>- Art work lacks color &amp;</w:t>
            </w:r>
            <w:r>
              <w:rPr>
                <w:sz w:val="22"/>
                <w:szCs w:val="22"/>
              </w:rPr>
              <w:t xml:space="preserve"> </w:t>
            </w:r>
            <w:r w:rsidRPr="005372AC">
              <w:rPr>
                <w:sz w:val="22"/>
                <w:szCs w:val="22"/>
              </w:rPr>
              <w:t xml:space="preserve">creativity </w:t>
            </w:r>
          </w:p>
          <w:p w14:paraId="58C0094C" w14:textId="77777777" w:rsidR="003B0C17" w:rsidRPr="005372AC" w:rsidRDefault="003B0C17" w:rsidP="00F81844"/>
        </w:tc>
        <w:tc>
          <w:tcPr>
            <w:tcW w:w="2318" w:type="dxa"/>
          </w:tcPr>
          <w:p w14:paraId="5A318A2B" w14:textId="77777777" w:rsidR="003B0C17" w:rsidRDefault="003B0C17" w:rsidP="00737E0C">
            <w:r>
              <w:rPr>
                <w:sz w:val="22"/>
                <w:szCs w:val="22"/>
              </w:rPr>
              <w:t>-</w:t>
            </w:r>
            <w:r w:rsidRPr="005372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Only black and white pictures</w:t>
            </w:r>
            <w:r w:rsidR="00F81844">
              <w:rPr>
                <w:sz w:val="22"/>
                <w:szCs w:val="22"/>
              </w:rPr>
              <w:t xml:space="preserve"> were used</w:t>
            </w:r>
          </w:p>
          <w:p w14:paraId="398E67FE" w14:textId="77777777" w:rsidR="00F81844" w:rsidRDefault="00F81844" w:rsidP="00737E0C">
            <w:r>
              <w:rPr>
                <w:sz w:val="22"/>
                <w:szCs w:val="22"/>
              </w:rPr>
              <w:t>- Information didn’t match picture</w:t>
            </w:r>
          </w:p>
          <w:p w14:paraId="273842FB" w14:textId="77777777" w:rsidR="003B0C17" w:rsidRDefault="003B0C17" w:rsidP="00737E0C">
            <w:r>
              <w:rPr>
                <w:sz w:val="22"/>
                <w:szCs w:val="22"/>
              </w:rPr>
              <w:t>- Pictures and art work were poorly placed on</w:t>
            </w:r>
          </w:p>
          <w:p w14:paraId="346E6A81" w14:textId="77777777" w:rsidR="003B0C17" w:rsidRPr="005372AC" w:rsidRDefault="003B0C17" w:rsidP="00737E0C">
            <w:r>
              <w:rPr>
                <w:sz w:val="22"/>
                <w:szCs w:val="22"/>
              </w:rPr>
              <w:t xml:space="preserve"> </w:t>
            </w:r>
          </w:p>
        </w:tc>
      </w:tr>
      <w:tr w:rsidR="003B0C17" w:rsidRPr="00310185" w14:paraId="50491003" w14:textId="77777777" w:rsidTr="00C73E0C">
        <w:trPr>
          <w:trHeight w:val="538"/>
        </w:trPr>
        <w:tc>
          <w:tcPr>
            <w:tcW w:w="1710" w:type="dxa"/>
          </w:tcPr>
          <w:p w14:paraId="0188BC1A" w14:textId="77777777" w:rsidR="003B0C17" w:rsidRPr="00B17CC5" w:rsidRDefault="003B0C17" w:rsidP="003A07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Items included in slide show</w:t>
            </w:r>
          </w:p>
        </w:tc>
        <w:tc>
          <w:tcPr>
            <w:tcW w:w="2430" w:type="dxa"/>
          </w:tcPr>
          <w:p w14:paraId="75A4DF13" w14:textId="77777777" w:rsidR="003B0C17" w:rsidRPr="001E02F3" w:rsidRDefault="0004217C" w:rsidP="0004217C">
            <w:r>
              <w:rPr>
                <w:sz w:val="22"/>
                <w:szCs w:val="22"/>
              </w:rPr>
              <w:t xml:space="preserve">- </w:t>
            </w:r>
            <w:r w:rsidRPr="0004217C">
              <w:rPr>
                <w:sz w:val="22"/>
                <w:szCs w:val="22"/>
              </w:rPr>
              <w:t xml:space="preserve">Includes all </w:t>
            </w:r>
            <w:r>
              <w:rPr>
                <w:sz w:val="22"/>
                <w:szCs w:val="22"/>
              </w:rPr>
              <w:t>required pictures and information</w:t>
            </w:r>
          </w:p>
        </w:tc>
        <w:tc>
          <w:tcPr>
            <w:tcW w:w="2250" w:type="dxa"/>
          </w:tcPr>
          <w:p w14:paraId="510ECD7E" w14:textId="77777777" w:rsidR="003B0C17" w:rsidRPr="005372AC" w:rsidRDefault="003B0C17" w:rsidP="0004217C">
            <w:r>
              <w:rPr>
                <w:sz w:val="22"/>
                <w:szCs w:val="22"/>
              </w:rPr>
              <w:t xml:space="preserve">-Missing 1-2 items </w:t>
            </w:r>
            <w:r w:rsidR="0004217C">
              <w:rPr>
                <w:sz w:val="22"/>
                <w:szCs w:val="22"/>
              </w:rPr>
              <w:t xml:space="preserve">required items in the </w:t>
            </w:r>
            <w:r>
              <w:rPr>
                <w:sz w:val="22"/>
                <w:szCs w:val="22"/>
              </w:rPr>
              <w:t>study area</w:t>
            </w:r>
          </w:p>
        </w:tc>
        <w:tc>
          <w:tcPr>
            <w:tcW w:w="2092" w:type="dxa"/>
          </w:tcPr>
          <w:p w14:paraId="3FEE4E3D" w14:textId="77777777" w:rsidR="003B0C17" w:rsidRPr="00016CA2" w:rsidRDefault="003B0C17" w:rsidP="00737E0C">
            <w:r>
              <w:rPr>
                <w:sz w:val="22"/>
                <w:szCs w:val="22"/>
              </w:rPr>
              <w:t>-</w:t>
            </w:r>
            <w:r w:rsidRPr="00016CA2">
              <w:rPr>
                <w:sz w:val="22"/>
                <w:szCs w:val="22"/>
              </w:rPr>
              <w:t>Missing 3-4</w:t>
            </w:r>
            <w:r w:rsidR="0004217C">
              <w:rPr>
                <w:sz w:val="22"/>
                <w:szCs w:val="22"/>
              </w:rPr>
              <w:t xml:space="preserve"> required</w:t>
            </w:r>
            <w:r w:rsidRPr="00016CA2">
              <w:rPr>
                <w:sz w:val="22"/>
                <w:szCs w:val="22"/>
              </w:rPr>
              <w:t xml:space="preserve"> items in study area</w:t>
            </w:r>
          </w:p>
          <w:p w14:paraId="343C507B" w14:textId="77777777" w:rsidR="003B0C17" w:rsidRPr="00AE30CE" w:rsidRDefault="003B0C17" w:rsidP="00737E0C">
            <w:pPr>
              <w:jc w:val="center"/>
              <w:rPr>
                <w:b/>
              </w:rPr>
            </w:pPr>
          </w:p>
        </w:tc>
        <w:tc>
          <w:tcPr>
            <w:tcW w:w="2318" w:type="dxa"/>
          </w:tcPr>
          <w:p w14:paraId="08E83BC1" w14:textId="77777777" w:rsidR="003B0C17" w:rsidRPr="003A68D6" w:rsidRDefault="003A0730" w:rsidP="003A0730">
            <w:r>
              <w:rPr>
                <w:sz w:val="22"/>
                <w:szCs w:val="22"/>
              </w:rPr>
              <w:t>-Missing 5 or more items required</w:t>
            </w:r>
            <w:r w:rsidRPr="00016CA2">
              <w:rPr>
                <w:sz w:val="22"/>
                <w:szCs w:val="22"/>
              </w:rPr>
              <w:t xml:space="preserve"> in </w:t>
            </w:r>
            <w:r>
              <w:rPr>
                <w:sz w:val="22"/>
                <w:szCs w:val="22"/>
              </w:rPr>
              <w:t xml:space="preserve">the </w:t>
            </w:r>
            <w:r w:rsidRPr="00016CA2">
              <w:rPr>
                <w:sz w:val="22"/>
                <w:szCs w:val="22"/>
              </w:rPr>
              <w:t>study area</w:t>
            </w:r>
          </w:p>
        </w:tc>
      </w:tr>
      <w:tr w:rsidR="003B0C17" w:rsidRPr="00310185" w14:paraId="0818CE56" w14:textId="77777777" w:rsidTr="00C73E0C">
        <w:trPr>
          <w:trHeight w:val="538"/>
        </w:trPr>
        <w:tc>
          <w:tcPr>
            <w:tcW w:w="1710" w:type="dxa"/>
          </w:tcPr>
          <w:p w14:paraId="1DF82613" w14:textId="77777777" w:rsidR="003B0C17" w:rsidRDefault="003B0C17" w:rsidP="00737E0C">
            <w:pPr>
              <w:jc w:val="center"/>
              <w:rPr>
                <w:b/>
                <w:sz w:val="28"/>
                <w:szCs w:val="28"/>
              </w:rPr>
            </w:pPr>
          </w:p>
          <w:p w14:paraId="53D9585B" w14:textId="77777777" w:rsidR="003B0C17" w:rsidRPr="00B17CC5" w:rsidRDefault="003B0C17" w:rsidP="00737E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Title</w:t>
            </w:r>
          </w:p>
        </w:tc>
        <w:tc>
          <w:tcPr>
            <w:tcW w:w="2430" w:type="dxa"/>
          </w:tcPr>
          <w:p w14:paraId="541F7067" w14:textId="77777777" w:rsidR="003B0C17" w:rsidRDefault="003B0C17" w:rsidP="008B5C4A">
            <w:r>
              <w:rPr>
                <w:sz w:val="22"/>
                <w:szCs w:val="22"/>
              </w:rPr>
              <w:t xml:space="preserve">-Name, Date and Period are </w:t>
            </w:r>
            <w:r w:rsidR="008B5C4A">
              <w:rPr>
                <w:sz w:val="22"/>
                <w:szCs w:val="22"/>
              </w:rPr>
              <w:t>at the beginning of your presentation</w:t>
            </w:r>
          </w:p>
        </w:tc>
        <w:tc>
          <w:tcPr>
            <w:tcW w:w="2250" w:type="dxa"/>
          </w:tcPr>
          <w:p w14:paraId="5527F4FC" w14:textId="77777777" w:rsidR="003B0C17" w:rsidRDefault="003B0C17" w:rsidP="00737E0C">
            <w:r>
              <w:rPr>
                <w:sz w:val="22"/>
                <w:szCs w:val="22"/>
              </w:rPr>
              <w:t>-Missing one of the three required labels</w:t>
            </w:r>
          </w:p>
        </w:tc>
        <w:tc>
          <w:tcPr>
            <w:tcW w:w="2092" w:type="dxa"/>
          </w:tcPr>
          <w:p w14:paraId="78EE5204" w14:textId="77777777" w:rsidR="003B0C17" w:rsidRPr="00016CA2" w:rsidRDefault="003B0C17" w:rsidP="00737E0C">
            <w:r>
              <w:rPr>
                <w:sz w:val="22"/>
                <w:szCs w:val="22"/>
              </w:rPr>
              <w:t>-</w:t>
            </w:r>
            <w:r w:rsidRPr="00016CA2">
              <w:rPr>
                <w:sz w:val="22"/>
                <w:szCs w:val="22"/>
              </w:rPr>
              <w:t xml:space="preserve">Missing </w:t>
            </w:r>
            <w:r>
              <w:rPr>
                <w:sz w:val="22"/>
                <w:szCs w:val="22"/>
              </w:rPr>
              <w:t>two of the required labels</w:t>
            </w:r>
          </w:p>
        </w:tc>
        <w:tc>
          <w:tcPr>
            <w:tcW w:w="2318" w:type="dxa"/>
          </w:tcPr>
          <w:p w14:paraId="69CD67ED" w14:textId="77777777" w:rsidR="003B0C17" w:rsidRDefault="003B0C17" w:rsidP="00737E0C">
            <w:r>
              <w:rPr>
                <w:sz w:val="22"/>
                <w:szCs w:val="22"/>
              </w:rPr>
              <w:t>-Has no name, date or period on the power point</w:t>
            </w:r>
          </w:p>
        </w:tc>
      </w:tr>
      <w:tr w:rsidR="003B0C17" w:rsidRPr="00310185" w14:paraId="713C643F" w14:textId="77777777" w:rsidTr="00C73E0C">
        <w:trPr>
          <w:trHeight w:val="538"/>
        </w:trPr>
        <w:tc>
          <w:tcPr>
            <w:tcW w:w="1710" w:type="dxa"/>
          </w:tcPr>
          <w:p w14:paraId="3AB0678C" w14:textId="77777777" w:rsidR="003B0C17" w:rsidRDefault="003B0C17" w:rsidP="00737E0C">
            <w:pPr>
              <w:jc w:val="center"/>
              <w:rPr>
                <w:b/>
                <w:sz w:val="28"/>
                <w:szCs w:val="28"/>
              </w:rPr>
            </w:pPr>
          </w:p>
          <w:p w14:paraId="1C814971" w14:textId="77777777" w:rsidR="003B0C17" w:rsidRDefault="003B0C17" w:rsidP="00737E0C">
            <w:pPr>
              <w:jc w:val="center"/>
              <w:rPr>
                <w:b/>
                <w:sz w:val="28"/>
                <w:szCs w:val="28"/>
              </w:rPr>
            </w:pPr>
          </w:p>
          <w:p w14:paraId="26EB36E4" w14:textId="77777777" w:rsidR="003B0C17" w:rsidRPr="00B17CC5" w:rsidRDefault="003B0C17" w:rsidP="00737E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Effort</w:t>
            </w:r>
          </w:p>
        </w:tc>
        <w:tc>
          <w:tcPr>
            <w:tcW w:w="2430" w:type="dxa"/>
          </w:tcPr>
          <w:p w14:paraId="28A57D34" w14:textId="77777777" w:rsidR="003B0C17" w:rsidRDefault="003B0C17" w:rsidP="00737E0C">
            <w:r>
              <w:rPr>
                <w:sz w:val="22"/>
                <w:szCs w:val="22"/>
              </w:rPr>
              <w:t>- Student utilized time wisely when working on this assignment</w:t>
            </w:r>
          </w:p>
          <w:p w14:paraId="6FC10C74" w14:textId="77777777" w:rsidR="003B0C17" w:rsidRDefault="003B0C17" w:rsidP="00737E0C">
            <w:r>
              <w:rPr>
                <w:sz w:val="22"/>
                <w:szCs w:val="22"/>
              </w:rPr>
              <w:t>- Student put forth extensive effort in completing the project.</w:t>
            </w:r>
          </w:p>
        </w:tc>
        <w:tc>
          <w:tcPr>
            <w:tcW w:w="2250" w:type="dxa"/>
          </w:tcPr>
          <w:p w14:paraId="5C07B2CD" w14:textId="77777777" w:rsidR="003B0C17" w:rsidRDefault="003B0C17" w:rsidP="00737E0C">
            <w:r>
              <w:rPr>
                <w:sz w:val="22"/>
                <w:szCs w:val="22"/>
              </w:rPr>
              <w:t>-Student put forth some effort to complete it but not as much as they should have</w:t>
            </w:r>
          </w:p>
        </w:tc>
        <w:tc>
          <w:tcPr>
            <w:tcW w:w="2092" w:type="dxa"/>
          </w:tcPr>
          <w:p w14:paraId="2E635BA2" w14:textId="77777777" w:rsidR="003B0C17" w:rsidRDefault="003B0C17" w:rsidP="00737E0C">
            <w:r w:rsidRPr="00016CA2">
              <w:rPr>
                <w:sz w:val="22"/>
                <w:szCs w:val="22"/>
              </w:rPr>
              <w:t xml:space="preserve">- Student failed to </w:t>
            </w:r>
            <w:r>
              <w:rPr>
                <w:sz w:val="22"/>
                <w:szCs w:val="22"/>
              </w:rPr>
              <w:t>utilize time wisely and needed a lot of encouragement to get started/complete</w:t>
            </w:r>
          </w:p>
          <w:p w14:paraId="34BF24AD" w14:textId="77777777" w:rsidR="003B0C17" w:rsidRPr="00016CA2" w:rsidRDefault="003B0C17" w:rsidP="00737E0C">
            <w:r>
              <w:rPr>
                <w:sz w:val="22"/>
                <w:szCs w:val="22"/>
              </w:rPr>
              <w:t>- Product reflects lack of effort</w:t>
            </w:r>
          </w:p>
        </w:tc>
        <w:tc>
          <w:tcPr>
            <w:tcW w:w="2318" w:type="dxa"/>
          </w:tcPr>
          <w:p w14:paraId="23EEDDFC" w14:textId="77777777" w:rsidR="003B0C17" w:rsidRDefault="003B0C17" w:rsidP="00737E0C">
            <w:r>
              <w:rPr>
                <w:sz w:val="22"/>
                <w:szCs w:val="22"/>
              </w:rPr>
              <w:t>- The student could have put in a lot more effort with the time given.</w:t>
            </w:r>
          </w:p>
          <w:p w14:paraId="1DC6DDEC" w14:textId="77777777" w:rsidR="003B0C17" w:rsidRDefault="003B0C17" w:rsidP="00737E0C">
            <w:r>
              <w:rPr>
                <w:sz w:val="22"/>
                <w:szCs w:val="22"/>
              </w:rPr>
              <w:t>- Did not utilize time wisely</w:t>
            </w:r>
          </w:p>
        </w:tc>
      </w:tr>
    </w:tbl>
    <w:p w14:paraId="34DEC9F6" w14:textId="77777777" w:rsidR="003B0C17" w:rsidRDefault="003B0C17" w:rsidP="003B0C17">
      <w:pPr>
        <w:jc w:val="center"/>
        <w:rPr>
          <w:b/>
        </w:rPr>
      </w:pPr>
    </w:p>
    <w:p w14:paraId="61F6AC9F" w14:textId="77777777" w:rsidR="003B0C17" w:rsidRDefault="003B0C17" w:rsidP="003B0C17">
      <w:pPr>
        <w:rPr>
          <w:b/>
        </w:rPr>
      </w:pPr>
      <w:r>
        <w:rPr>
          <w:b/>
        </w:rPr>
        <w:br/>
        <w:t>Additional Comments:</w:t>
      </w:r>
    </w:p>
    <w:p w14:paraId="4F4929D3" w14:textId="77777777" w:rsidR="00E70ABD" w:rsidRPr="00B17CC5" w:rsidRDefault="00E70ABD" w:rsidP="00E70ABD">
      <w:pPr>
        <w:jc w:val="center"/>
        <w:rPr>
          <w:b/>
        </w:rPr>
      </w:pPr>
      <w:r>
        <w:rPr>
          <w:b/>
          <w:sz w:val="40"/>
          <w:szCs w:val="40"/>
          <w:u w:val="single"/>
        </w:rPr>
        <w:br w:type="page"/>
      </w:r>
      <w:proofErr w:type="spellStart"/>
      <w:r w:rsidR="00E14361">
        <w:rPr>
          <w:b/>
          <w:sz w:val="40"/>
          <w:szCs w:val="40"/>
          <w:u w:val="single"/>
        </w:rPr>
        <w:lastRenderedPageBreak/>
        <w:t>Educreations</w:t>
      </w:r>
      <w:proofErr w:type="spellEnd"/>
      <w:r w:rsidR="00E14361">
        <w:rPr>
          <w:b/>
          <w:sz w:val="40"/>
          <w:szCs w:val="40"/>
          <w:u w:val="single"/>
        </w:rPr>
        <w:t xml:space="preserve"> </w:t>
      </w:r>
      <w:bookmarkStart w:id="0" w:name="_GoBack"/>
      <w:bookmarkEnd w:id="0"/>
      <w:r>
        <w:rPr>
          <w:b/>
          <w:sz w:val="40"/>
          <w:szCs w:val="40"/>
          <w:u w:val="single"/>
        </w:rPr>
        <w:t>Presentation Rubric</w:t>
      </w:r>
      <w:r>
        <w:rPr>
          <w:b/>
          <w:sz w:val="40"/>
          <w:szCs w:val="40"/>
          <w:u w:val="single"/>
        </w:rPr>
        <w:br/>
      </w: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2036"/>
        <w:gridCol w:w="2340"/>
        <w:gridCol w:w="2216"/>
        <w:gridCol w:w="2048"/>
      </w:tblGrid>
      <w:tr w:rsidR="00E70ABD" w:rsidRPr="00310185" w14:paraId="104BE2A4" w14:textId="77777777" w:rsidTr="00737E0C">
        <w:trPr>
          <w:trHeight w:val="323"/>
        </w:trPr>
        <w:tc>
          <w:tcPr>
            <w:tcW w:w="1620" w:type="dxa"/>
          </w:tcPr>
          <w:p w14:paraId="44D66A3B" w14:textId="77777777" w:rsidR="00E70ABD" w:rsidRPr="00310185" w:rsidRDefault="00D644AC" w:rsidP="00737E0C">
            <w:pPr>
              <w:jc w:val="center"/>
              <w:rPr>
                <w:b/>
              </w:rPr>
            </w:pPr>
            <w:r>
              <w:rPr>
                <w:b/>
                <w:noProof/>
                <w:sz w:val="40"/>
                <w:szCs w:val="4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C326DB" wp14:editId="7DB69AF6">
                      <wp:simplePos x="0" y="0"/>
                      <wp:positionH relativeFrom="column">
                        <wp:posOffset>4217670</wp:posOffset>
                      </wp:positionH>
                      <wp:positionV relativeFrom="paragraph">
                        <wp:posOffset>-1302385</wp:posOffset>
                      </wp:positionV>
                      <wp:extent cx="2752725" cy="800100"/>
                      <wp:effectExtent l="0" t="2540" r="1905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725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7F11460" w14:textId="77777777" w:rsidR="00E14361" w:rsidRPr="00264A51" w:rsidRDefault="00E14361" w:rsidP="00E70ABD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Name</w:t>
                                  </w:r>
                                  <w:r w:rsidRPr="00264A51">
                                    <w:rPr>
                                      <w:b/>
                                    </w:rPr>
                                    <w:t>: _________________________</w:t>
                                  </w:r>
                                </w:p>
                                <w:p w14:paraId="66A77E17" w14:textId="77777777" w:rsidR="00E14361" w:rsidRPr="00264A51" w:rsidRDefault="00E14361" w:rsidP="00E70ABD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  <w:r w:rsidRPr="00264A51">
                                    <w:rPr>
                                      <w:b/>
                                    </w:rPr>
                                    <w:t>Date: ________________</w:t>
                                  </w:r>
                                  <w:r>
                                    <w:rPr>
                                      <w:b/>
                                    </w:rPr>
                                    <w:br/>
                                    <w:t>Topic: 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7" type="#_x0000_t202" style="position:absolute;left:0;text-align:left;margin-left:332.1pt;margin-top:-102.55pt;width:216.7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" stroked="f">
                      <v:textbox>
                        <w:txbxContent>
                          <w:p w:rsidR="00E70ABD" w:rsidRPr="00264A51" w:rsidRDefault="00E70ABD" w:rsidP="00E70ABD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Name</w:t>
                            </w:r>
                            <w:r w:rsidRPr="00264A51">
                              <w:rPr>
                                <w:b/>
                              </w:rPr>
                              <w:t>: _________________________</w:t>
                            </w:r>
                          </w:p>
                          <w:p w:rsidR="00E70ABD" w:rsidRPr="00264A51" w:rsidRDefault="00E70ABD" w:rsidP="00E70ABD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 w:rsidRPr="00264A51">
                              <w:rPr>
                                <w:b/>
                              </w:rPr>
                              <w:t>Date: ________________</w:t>
                            </w:r>
                            <w:r>
                              <w:rPr>
                                <w:b/>
                              </w:rPr>
                              <w:br/>
                              <w:t>Topic: 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70ABD" w:rsidRPr="00310185">
              <w:rPr>
                <w:b/>
              </w:rPr>
              <w:t>Skill</w:t>
            </w:r>
          </w:p>
        </w:tc>
        <w:tc>
          <w:tcPr>
            <w:tcW w:w="2036" w:type="dxa"/>
          </w:tcPr>
          <w:p w14:paraId="70B62675" w14:textId="77777777" w:rsidR="00E70ABD" w:rsidRPr="00310185" w:rsidRDefault="00737E0C" w:rsidP="00737E0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340" w:type="dxa"/>
          </w:tcPr>
          <w:p w14:paraId="16EE4C38" w14:textId="77777777" w:rsidR="00E70ABD" w:rsidRPr="00310185" w:rsidRDefault="00737E0C" w:rsidP="00737E0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16" w:type="dxa"/>
          </w:tcPr>
          <w:p w14:paraId="4EEEC19B" w14:textId="77777777" w:rsidR="00E70ABD" w:rsidRPr="00310185" w:rsidRDefault="00737E0C" w:rsidP="00737E0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48" w:type="dxa"/>
          </w:tcPr>
          <w:p w14:paraId="3886392A" w14:textId="77777777" w:rsidR="00E70ABD" w:rsidRPr="00310185" w:rsidRDefault="00737E0C" w:rsidP="00737E0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37E0C" w:rsidRPr="00310185" w14:paraId="57F0ED60" w14:textId="77777777" w:rsidTr="00737E0C">
        <w:trPr>
          <w:trHeight w:val="323"/>
        </w:trPr>
        <w:tc>
          <w:tcPr>
            <w:tcW w:w="1620" w:type="dxa"/>
          </w:tcPr>
          <w:p w14:paraId="4A427403" w14:textId="77777777" w:rsidR="00737E0C" w:rsidRDefault="00737E0C" w:rsidP="00737E0C">
            <w:pPr>
              <w:jc w:val="center"/>
              <w:rPr>
                <w:b/>
                <w:sz w:val="28"/>
                <w:szCs w:val="28"/>
              </w:rPr>
            </w:pPr>
          </w:p>
          <w:p w14:paraId="72696709" w14:textId="77777777" w:rsidR="00737E0C" w:rsidRDefault="00737E0C" w:rsidP="00737E0C">
            <w:pPr>
              <w:jc w:val="center"/>
              <w:rPr>
                <w:b/>
              </w:rPr>
            </w:pPr>
            <w:r w:rsidRPr="009D50D0">
              <w:rPr>
                <w:b/>
              </w:rPr>
              <w:t>Introduction</w:t>
            </w:r>
          </w:p>
          <w:p w14:paraId="50A2BD34" w14:textId="77777777" w:rsidR="00737E0C" w:rsidRPr="009D50D0" w:rsidRDefault="00737E0C" w:rsidP="00737E0C">
            <w:pPr>
              <w:jc w:val="center"/>
              <w:rPr>
                <w:b/>
              </w:rPr>
            </w:pPr>
          </w:p>
          <w:p w14:paraId="0E415454" w14:textId="77777777" w:rsidR="00737E0C" w:rsidRPr="00310185" w:rsidRDefault="00737E0C" w:rsidP="00737E0C">
            <w:pPr>
              <w:jc w:val="center"/>
              <w:rPr>
                <w:b/>
              </w:rPr>
            </w:pPr>
          </w:p>
        </w:tc>
        <w:tc>
          <w:tcPr>
            <w:tcW w:w="2036" w:type="dxa"/>
          </w:tcPr>
          <w:p w14:paraId="7B4CC539" w14:textId="77777777" w:rsidR="00737E0C" w:rsidRDefault="00737E0C" w:rsidP="00737E0C">
            <w:r>
              <w:rPr>
                <w:sz w:val="22"/>
                <w:szCs w:val="22"/>
              </w:rPr>
              <w:t>-</w:t>
            </w:r>
            <w:r w:rsidRPr="009D50D0">
              <w:rPr>
                <w:sz w:val="22"/>
                <w:szCs w:val="22"/>
              </w:rPr>
              <w:t>The student introduced themselves</w:t>
            </w:r>
          </w:p>
          <w:p w14:paraId="4B370A13" w14:textId="77777777" w:rsidR="00737E0C" w:rsidRPr="009D50D0" w:rsidRDefault="00737E0C" w:rsidP="00737E0C">
            <w:pPr>
              <w:rPr>
                <w:b/>
              </w:rPr>
            </w:pPr>
            <w:r>
              <w:rPr>
                <w:sz w:val="22"/>
                <w:szCs w:val="22"/>
              </w:rPr>
              <w:t>-</w:t>
            </w:r>
            <w:r w:rsidRPr="009D50D0">
              <w:rPr>
                <w:sz w:val="22"/>
                <w:szCs w:val="22"/>
              </w:rPr>
              <w:t>Student stated what they will be presenting today.</w:t>
            </w:r>
            <w:r w:rsidRPr="009D50D0">
              <w:rPr>
                <w:b/>
              </w:rPr>
              <w:t xml:space="preserve"> </w:t>
            </w:r>
          </w:p>
        </w:tc>
        <w:tc>
          <w:tcPr>
            <w:tcW w:w="4556" w:type="dxa"/>
            <w:gridSpan w:val="2"/>
          </w:tcPr>
          <w:p w14:paraId="198A6A2C" w14:textId="77777777" w:rsidR="00737E0C" w:rsidRPr="00F00DDD" w:rsidRDefault="00737E0C" w:rsidP="00F00DDD">
            <w:r w:rsidRPr="00F00DDD">
              <w:t xml:space="preserve">The student </w:t>
            </w:r>
            <w:r>
              <w:t>introduced themselves but did not state what they will be presenting.</w:t>
            </w:r>
          </w:p>
          <w:p w14:paraId="6E17E9B5" w14:textId="77777777" w:rsidR="00737E0C" w:rsidRDefault="00737E0C" w:rsidP="00737E0C">
            <w:pPr>
              <w:jc w:val="center"/>
              <w:rPr>
                <w:b/>
              </w:rPr>
            </w:pPr>
          </w:p>
        </w:tc>
        <w:tc>
          <w:tcPr>
            <w:tcW w:w="2048" w:type="dxa"/>
          </w:tcPr>
          <w:p w14:paraId="266DA8C9" w14:textId="77777777" w:rsidR="00737E0C" w:rsidRPr="009D50D0" w:rsidRDefault="00737E0C" w:rsidP="00737E0C">
            <w:pPr>
              <w:jc w:val="center"/>
            </w:pPr>
            <w:r w:rsidRPr="009D50D0">
              <w:t>There was no introduction</w:t>
            </w:r>
          </w:p>
        </w:tc>
      </w:tr>
      <w:tr w:rsidR="00E70ABD" w:rsidRPr="00310185" w14:paraId="6B0AE2BD" w14:textId="77777777" w:rsidTr="00737E0C">
        <w:trPr>
          <w:trHeight w:val="538"/>
        </w:trPr>
        <w:tc>
          <w:tcPr>
            <w:tcW w:w="1620" w:type="dxa"/>
          </w:tcPr>
          <w:p w14:paraId="50CF6B38" w14:textId="77777777" w:rsidR="00E70ABD" w:rsidRPr="00B17CC5" w:rsidRDefault="00E70ABD" w:rsidP="00737E0C">
            <w:pPr>
              <w:jc w:val="center"/>
              <w:rPr>
                <w:b/>
                <w:sz w:val="28"/>
                <w:szCs w:val="28"/>
              </w:rPr>
            </w:pPr>
          </w:p>
          <w:p w14:paraId="40511A09" w14:textId="77777777" w:rsidR="00E70ABD" w:rsidRPr="00B17CC5" w:rsidRDefault="00E70ABD" w:rsidP="00737E0C">
            <w:pPr>
              <w:jc w:val="center"/>
              <w:rPr>
                <w:b/>
                <w:sz w:val="28"/>
                <w:szCs w:val="28"/>
              </w:rPr>
            </w:pPr>
            <w:r w:rsidRPr="00B17CC5">
              <w:rPr>
                <w:b/>
                <w:sz w:val="28"/>
                <w:szCs w:val="28"/>
              </w:rPr>
              <w:t>Speech &amp; Tone</w:t>
            </w:r>
          </w:p>
        </w:tc>
        <w:tc>
          <w:tcPr>
            <w:tcW w:w="2036" w:type="dxa"/>
          </w:tcPr>
          <w:p w14:paraId="0260AB2F" w14:textId="77777777" w:rsidR="00E70ABD" w:rsidRPr="005372AC" w:rsidRDefault="00E70ABD" w:rsidP="00737E0C">
            <w:r w:rsidRPr="005372A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The student s</w:t>
            </w:r>
            <w:r w:rsidRPr="005372AC">
              <w:rPr>
                <w:sz w:val="22"/>
                <w:szCs w:val="22"/>
              </w:rPr>
              <w:t>poke clearly and projected voice appropriately</w:t>
            </w:r>
          </w:p>
          <w:p w14:paraId="5193CA5E" w14:textId="77777777" w:rsidR="00E70ABD" w:rsidRPr="005372AC" w:rsidRDefault="00E70ABD" w:rsidP="00737E0C">
            <w:r w:rsidRPr="005372AC">
              <w:rPr>
                <w:sz w:val="22"/>
                <w:szCs w:val="22"/>
              </w:rPr>
              <w:t>- Faced the class</w:t>
            </w:r>
            <w:r>
              <w:rPr>
                <w:sz w:val="22"/>
                <w:szCs w:val="22"/>
              </w:rPr>
              <w:t xml:space="preserve"> while they presented</w:t>
            </w:r>
          </w:p>
        </w:tc>
        <w:tc>
          <w:tcPr>
            <w:tcW w:w="2340" w:type="dxa"/>
          </w:tcPr>
          <w:p w14:paraId="2DC75D01" w14:textId="77777777" w:rsidR="00E70ABD" w:rsidRPr="005372AC" w:rsidRDefault="00E70ABD" w:rsidP="00737E0C">
            <w:r w:rsidRPr="005372AC">
              <w:rPr>
                <w:sz w:val="22"/>
                <w:szCs w:val="22"/>
              </w:rPr>
              <w:t>- Spoke clearly but was difficult to hear at times</w:t>
            </w:r>
          </w:p>
          <w:p w14:paraId="5447CC93" w14:textId="77777777" w:rsidR="00E70ABD" w:rsidRPr="005372AC" w:rsidRDefault="00E70ABD" w:rsidP="00737E0C">
            <w:r w:rsidRPr="005372AC">
              <w:rPr>
                <w:sz w:val="22"/>
                <w:szCs w:val="22"/>
              </w:rPr>
              <w:t xml:space="preserve">- Seldom turned their back to the audience </w:t>
            </w:r>
          </w:p>
        </w:tc>
        <w:tc>
          <w:tcPr>
            <w:tcW w:w="2216" w:type="dxa"/>
          </w:tcPr>
          <w:p w14:paraId="617FFBBE" w14:textId="77777777" w:rsidR="00E70ABD" w:rsidRPr="005372AC" w:rsidRDefault="00E70ABD" w:rsidP="00737E0C">
            <w:r w:rsidRPr="005372AC">
              <w:rPr>
                <w:sz w:val="22"/>
                <w:szCs w:val="22"/>
              </w:rPr>
              <w:t>- Sometimes I could not understand them or hear what they were saying</w:t>
            </w:r>
          </w:p>
        </w:tc>
        <w:tc>
          <w:tcPr>
            <w:tcW w:w="2048" w:type="dxa"/>
          </w:tcPr>
          <w:p w14:paraId="05E987C9" w14:textId="77777777" w:rsidR="00E70ABD" w:rsidRPr="005372AC" w:rsidRDefault="00E70ABD" w:rsidP="00737E0C">
            <w:r w:rsidRPr="005372AC">
              <w:rPr>
                <w:sz w:val="22"/>
                <w:szCs w:val="22"/>
              </w:rPr>
              <w:t>- Very difficult to hear or understand</w:t>
            </w:r>
          </w:p>
        </w:tc>
      </w:tr>
      <w:tr w:rsidR="00E70ABD" w:rsidRPr="00310185" w14:paraId="63ACD870" w14:textId="77777777" w:rsidTr="00737E0C">
        <w:trPr>
          <w:trHeight w:val="538"/>
        </w:trPr>
        <w:tc>
          <w:tcPr>
            <w:tcW w:w="1620" w:type="dxa"/>
          </w:tcPr>
          <w:p w14:paraId="1BA959C2" w14:textId="77777777" w:rsidR="00E70ABD" w:rsidRDefault="00E70ABD" w:rsidP="00737E0C">
            <w:pPr>
              <w:jc w:val="center"/>
              <w:rPr>
                <w:b/>
                <w:sz w:val="28"/>
                <w:szCs w:val="28"/>
              </w:rPr>
            </w:pPr>
          </w:p>
          <w:p w14:paraId="4AE52CEF" w14:textId="77777777" w:rsidR="00E70ABD" w:rsidRDefault="00E70ABD" w:rsidP="00737E0C">
            <w:pPr>
              <w:jc w:val="center"/>
              <w:rPr>
                <w:b/>
                <w:sz w:val="28"/>
                <w:szCs w:val="28"/>
              </w:rPr>
            </w:pPr>
          </w:p>
          <w:p w14:paraId="54F9B546" w14:textId="77777777" w:rsidR="00E70ABD" w:rsidRPr="00B17CC5" w:rsidRDefault="00E70ABD" w:rsidP="00737E0C">
            <w:pPr>
              <w:jc w:val="center"/>
              <w:rPr>
                <w:b/>
                <w:sz w:val="28"/>
                <w:szCs w:val="28"/>
              </w:rPr>
            </w:pPr>
            <w:r w:rsidRPr="00B17CC5">
              <w:rPr>
                <w:b/>
                <w:sz w:val="28"/>
                <w:szCs w:val="28"/>
              </w:rPr>
              <w:t xml:space="preserve">Quality of </w:t>
            </w:r>
            <w:r w:rsidRPr="00EC336A">
              <w:rPr>
                <w:b/>
              </w:rPr>
              <w:t>Presentation</w:t>
            </w:r>
          </w:p>
        </w:tc>
        <w:tc>
          <w:tcPr>
            <w:tcW w:w="2036" w:type="dxa"/>
          </w:tcPr>
          <w:p w14:paraId="0AAC2037" w14:textId="77777777" w:rsidR="00E70ABD" w:rsidRPr="005372AC" w:rsidRDefault="00E70ABD" w:rsidP="00737E0C">
            <w:r w:rsidRPr="005372AC">
              <w:rPr>
                <w:sz w:val="22"/>
                <w:szCs w:val="22"/>
              </w:rPr>
              <w:t>- Well organized with details</w:t>
            </w:r>
          </w:p>
          <w:p w14:paraId="085C9309" w14:textId="77777777" w:rsidR="00E70ABD" w:rsidRPr="005372AC" w:rsidRDefault="00E70ABD" w:rsidP="00737E0C">
            <w:r w:rsidRPr="005372AC">
              <w:rPr>
                <w:sz w:val="22"/>
                <w:szCs w:val="22"/>
              </w:rPr>
              <w:t>- Orderly discussion about project</w:t>
            </w:r>
          </w:p>
          <w:p w14:paraId="62816475" w14:textId="77777777" w:rsidR="00E70ABD" w:rsidRDefault="00E70ABD" w:rsidP="00737E0C">
            <w:r w:rsidRPr="005372AC">
              <w:rPr>
                <w:sz w:val="22"/>
                <w:szCs w:val="22"/>
              </w:rPr>
              <w:t>- Was able to present their information without directly reading the poster</w:t>
            </w:r>
          </w:p>
          <w:p w14:paraId="18F7D272" w14:textId="77777777" w:rsidR="00E70ABD" w:rsidRPr="005372AC" w:rsidRDefault="00E70ABD" w:rsidP="00737E0C"/>
        </w:tc>
        <w:tc>
          <w:tcPr>
            <w:tcW w:w="2340" w:type="dxa"/>
          </w:tcPr>
          <w:p w14:paraId="76510F24" w14:textId="77777777" w:rsidR="00E70ABD" w:rsidRPr="005372AC" w:rsidRDefault="00E70ABD" w:rsidP="00737E0C">
            <w:r w:rsidRPr="005372AC">
              <w:rPr>
                <w:sz w:val="22"/>
                <w:szCs w:val="22"/>
              </w:rPr>
              <w:t>- The student used the text as assistance when presenting their work</w:t>
            </w:r>
          </w:p>
          <w:p w14:paraId="1EBECCF8" w14:textId="77777777" w:rsidR="00E70ABD" w:rsidRPr="005372AC" w:rsidRDefault="00E70ABD" w:rsidP="00737E0C">
            <w:r w:rsidRPr="005372AC">
              <w:rPr>
                <w:sz w:val="22"/>
                <w:szCs w:val="22"/>
              </w:rPr>
              <w:t>- Included some details</w:t>
            </w:r>
          </w:p>
          <w:p w14:paraId="18CA075C" w14:textId="77777777" w:rsidR="00E70ABD" w:rsidRDefault="00E70ABD" w:rsidP="00737E0C">
            <w:r w:rsidRPr="005372AC">
              <w:rPr>
                <w:sz w:val="22"/>
                <w:szCs w:val="22"/>
              </w:rPr>
              <w:t>- Presentation order flowed smoo</w:t>
            </w:r>
            <w:r>
              <w:rPr>
                <w:sz w:val="22"/>
                <w:szCs w:val="22"/>
              </w:rPr>
              <w:t>thly</w:t>
            </w:r>
          </w:p>
          <w:p w14:paraId="19890FEB" w14:textId="77777777" w:rsidR="00E70ABD" w:rsidRPr="005372AC" w:rsidRDefault="00E70ABD" w:rsidP="00737E0C"/>
        </w:tc>
        <w:tc>
          <w:tcPr>
            <w:tcW w:w="2216" w:type="dxa"/>
          </w:tcPr>
          <w:p w14:paraId="3A346664" w14:textId="77777777" w:rsidR="00E70ABD" w:rsidRPr="005372AC" w:rsidRDefault="00E70ABD" w:rsidP="00737E0C">
            <w:r w:rsidRPr="005372AC">
              <w:rPr>
                <w:sz w:val="22"/>
                <w:szCs w:val="22"/>
              </w:rPr>
              <w:t>- Needed encouragement to look at the audience</w:t>
            </w:r>
          </w:p>
          <w:p w14:paraId="0748D0C4" w14:textId="77777777" w:rsidR="00E70ABD" w:rsidRDefault="00E70ABD" w:rsidP="00737E0C">
            <w:r w:rsidRPr="005372AC">
              <w:rPr>
                <w:sz w:val="22"/>
                <w:szCs w:val="22"/>
              </w:rPr>
              <w:t>- Relied heavily on the text to read from, included few details and was not in the appropriate order</w:t>
            </w:r>
          </w:p>
          <w:p w14:paraId="0F7D98CB" w14:textId="77777777" w:rsidR="00E70ABD" w:rsidRPr="005372AC" w:rsidRDefault="00E70ABD" w:rsidP="00737E0C"/>
        </w:tc>
        <w:tc>
          <w:tcPr>
            <w:tcW w:w="2048" w:type="dxa"/>
          </w:tcPr>
          <w:p w14:paraId="605B4FF4" w14:textId="77777777" w:rsidR="00E70ABD" w:rsidRPr="005372AC" w:rsidRDefault="00E70ABD" w:rsidP="00737E0C">
            <w:r w:rsidRPr="005372AC">
              <w:rPr>
                <w:sz w:val="22"/>
                <w:szCs w:val="22"/>
              </w:rPr>
              <w:t>- Was not prepared to present</w:t>
            </w:r>
          </w:p>
          <w:p w14:paraId="2A1723ED" w14:textId="77777777" w:rsidR="00E70ABD" w:rsidRPr="005372AC" w:rsidRDefault="00E70ABD" w:rsidP="00737E0C">
            <w:r w:rsidRPr="005372AC">
              <w:rPr>
                <w:sz w:val="22"/>
                <w:szCs w:val="22"/>
              </w:rPr>
              <w:t>- Read directly from power point or poster</w:t>
            </w:r>
          </w:p>
          <w:p w14:paraId="54C9FE3C" w14:textId="77777777" w:rsidR="00E70ABD" w:rsidRPr="005372AC" w:rsidRDefault="00E70ABD" w:rsidP="00737E0C">
            <w:r w:rsidRPr="005372AC">
              <w:rPr>
                <w:sz w:val="22"/>
                <w:szCs w:val="22"/>
              </w:rPr>
              <w:t>- Did not include any details</w:t>
            </w:r>
          </w:p>
          <w:p w14:paraId="642B140B" w14:textId="77777777" w:rsidR="00E70ABD" w:rsidRPr="005372AC" w:rsidRDefault="00E70ABD" w:rsidP="00737E0C">
            <w:r w:rsidRPr="005372AC">
              <w:rPr>
                <w:sz w:val="22"/>
                <w:szCs w:val="22"/>
              </w:rPr>
              <w:t>- Did not present in a sequential order</w:t>
            </w:r>
            <w:r>
              <w:rPr>
                <w:sz w:val="22"/>
                <w:szCs w:val="22"/>
              </w:rPr>
              <w:br/>
              <w:t>- Was unable to answer questions</w:t>
            </w:r>
          </w:p>
        </w:tc>
      </w:tr>
      <w:tr w:rsidR="00E70ABD" w:rsidRPr="00310185" w14:paraId="2A6209D1" w14:textId="77777777" w:rsidTr="00737E0C">
        <w:trPr>
          <w:trHeight w:val="953"/>
        </w:trPr>
        <w:tc>
          <w:tcPr>
            <w:tcW w:w="1620" w:type="dxa"/>
          </w:tcPr>
          <w:p w14:paraId="78F836D9" w14:textId="77777777" w:rsidR="00E70ABD" w:rsidRDefault="00E70ABD" w:rsidP="00737E0C">
            <w:pPr>
              <w:jc w:val="center"/>
              <w:rPr>
                <w:b/>
                <w:sz w:val="28"/>
                <w:szCs w:val="28"/>
              </w:rPr>
            </w:pPr>
            <w:r w:rsidRPr="00B17CC5">
              <w:rPr>
                <w:b/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Conclusion</w:t>
            </w:r>
          </w:p>
          <w:p w14:paraId="655D0DD4" w14:textId="77777777" w:rsidR="00E70ABD" w:rsidRPr="00B17CC5" w:rsidRDefault="00E70ABD" w:rsidP="00737E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Questions</w:t>
            </w:r>
          </w:p>
        </w:tc>
        <w:tc>
          <w:tcPr>
            <w:tcW w:w="2036" w:type="dxa"/>
          </w:tcPr>
          <w:p w14:paraId="3DE8668B" w14:textId="77777777" w:rsidR="00E70ABD" w:rsidRPr="005372AC" w:rsidRDefault="00E70ABD" w:rsidP="00737E0C">
            <w:r>
              <w:rPr>
                <w:sz w:val="22"/>
                <w:szCs w:val="22"/>
              </w:rPr>
              <w:t>Student answered  all of the required questions</w:t>
            </w:r>
          </w:p>
        </w:tc>
        <w:tc>
          <w:tcPr>
            <w:tcW w:w="2340" w:type="dxa"/>
          </w:tcPr>
          <w:p w14:paraId="17B2A4E3" w14:textId="77777777" w:rsidR="00E70ABD" w:rsidRPr="005372AC" w:rsidRDefault="00E70ABD" w:rsidP="00737E0C">
            <w:r>
              <w:rPr>
                <w:sz w:val="22"/>
                <w:szCs w:val="22"/>
              </w:rPr>
              <w:t xml:space="preserve"> Student answered 2 out of the all of the required questions </w:t>
            </w:r>
          </w:p>
        </w:tc>
        <w:tc>
          <w:tcPr>
            <w:tcW w:w="2216" w:type="dxa"/>
          </w:tcPr>
          <w:p w14:paraId="3B6C4965" w14:textId="77777777" w:rsidR="00E70ABD" w:rsidRPr="00AE30CE" w:rsidRDefault="00E70ABD" w:rsidP="00737E0C">
            <w:pPr>
              <w:rPr>
                <w:b/>
              </w:rPr>
            </w:pPr>
            <w:r>
              <w:rPr>
                <w:sz w:val="22"/>
                <w:szCs w:val="22"/>
              </w:rPr>
              <w:t>Student answered 1 out of the all of the required questions</w:t>
            </w:r>
          </w:p>
        </w:tc>
        <w:tc>
          <w:tcPr>
            <w:tcW w:w="2048" w:type="dxa"/>
          </w:tcPr>
          <w:p w14:paraId="4448729F" w14:textId="77777777" w:rsidR="00E70ABD" w:rsidRPr="003A68D6" w:rsidRDefault="00E70ABD" w:rsidP="00737E0C">
            <w:r>
              <w:rPr>
                <w:sz w:val="22"/>
                <w:szCs w:val="22"/>
              </w:rPr>
              <w:t>- Student did not answer the required  statements at the conclusion of the presentation</w:t>
            </w:r>
          </w:p>
        </w:tc>
      </w:tr>
    </w:tbl>
    <w:p w14:paraId="0E1F586B" w14:textId="77777777" w:rsidR="00E70ABD" w:rsidRDefault="00E70ABD" w:rsidP="00E70ABD"/>
    <w:p w14:paraId="638FAAE7" w14:textId="77777777" w:rsidR="00E70ABD" w:rsidRDefault="00E70ABD" w:rsidP="00E70ABD">
      <w:pPr>
        <w:jc w:val="center"/>
        <w:rPr>
          <w:b/>
        </w:rPr>
      </w:pPr>
    </w:p>
    <w:p w14:paraId="199C5C4D" w14:textId="77777777" w:rsidR="00E70ABD" w:rsidRDefault="00E70ABD" w:rsidP="00E70ABD">
      <w:pPr>
        <w:rPr>
          <w:b/>
        </w:rPr>
      </w:pPr>
    </w:p>
    <w:p w14:paraId="1E8DBD88" w14:textId="77777777" w:rsidR="00E70ABD" w:rsidRPr="003A68D6" w:rsidRDefault="00E70ABD" w:rsidP="00E70ABD">
      <w:pPr>
        <w:rPr>
          <w:b/>
        </w:rPr>
      </w:pPr>
      <w:r>
        <w:rPr>
          <w:b/>
        </w:rPr>
        <w:t>Additional Comments:</w:t>
      </w:r>
    </w:p>
    <w:p w14:paraId="3EACCFCA" w14:textId="77777777" w:rsidR="00E70ABD" w:rsidRDefault="00E70ABD">
      <w:pPr>
        <w:spacing w:after="200" w:line="276" w:lineRule="auto"/>
        <w:rPr>
          <w:b/>
          <w:sz w:val="40"/>
          <w:szCs w:val="40"/>
          <w:u w:val="single"/>
        </w:rPr>
      </w:pPr>
    </w:p>
    <w:p w14:paraId="06AC59DE" w14:textId="77777777" w:rsidR="00E70ABD" w:rsidRDefault="00E70ABD">
      <w:pPr>
        <w:spacing w:after="200" w:line="276" w:lineRule="auto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br w:type="page"/>
      </w:r>
    </w:p>
    <w:p w14:paraId="1D005931" w14:textId="77777777" w:rsidR="003B0C17" w:rsidRPr="00AD6164" w:rsidRDefault="00BC5367" w:rsidP="00BC5367">
      <w:pPr>
        <w:jc w:val="center"/>
        <w:rPr>
          <w:b/>
          <w:u w:val="single"/>
        </w:rPr>
      </w:pPr>
      <w:proofErr w:type="spellStart"/>
      <w:r>
        <w:rPr>
          <w:b/>
          <w:sz w:val="40"/>
          <w:szCs w:val="40"/>
          <w:u w:val="single"/>
        </w:rPr>
        <w:lastRenderedPageBreak/>
        <w:t>Prezi</w:t>
      </w:r>
      <w:proofErr w:type="spellEnd"/>
      <w:r w:rsidR="003B0C17">
        <w:rPr>
          <w:b/>
          <w:sz w:val="40"/>
          <w:szCs w:val="40"/>
          <w:u w:val="single"/>
        </w:rPr>
        <w:t xml:space="preserve"> &amp; Presentation</w:t>
      </w:r>
      <w:r w:rsidR="003B0C17" w:rsidRPr="00AD6164">
        <w:rPr>
          <w:b/>
        </w:rPr>
        <w:br/>
      </w:r>
      <w:r w:rsidR="003B0C17">
        <w:rPr>
          <w:sz w:val="28"/>
          <w:szCs w:val="28"/>
        </w:rPr>
        <w:t>Worth 50</w:t>
      </w:r>
      <w:r w:rsidR="003B0C17" w:rsidRPr="00C068FE">
        <w:rPr>
          <w:sz w:val="28"/>
          <w:szCs w:val="28"/>
        </w:rPr>
        <w:t xml:space="preserve"> pts.</w:t>
      </w:r>
    </w:p>
    <w:p w14:paraId="316A617A" w14:textId="77777777" w:rsidR="003B0C17" w:rsidRDefault="003B0C17" w:rsidP="003B0C17">
      <w:pPr>
        <w:rPr>
          <w:b/>
          <w:u w:val="single"/>
        </w:rPr>
      </w:pPr>
      <w:r>
        <w:rPr>
          <w:b/>
          <w:sz w:val="28"/>
          <w:szCs w:val="28"/>
        </w:rPr>
        <w:br/>
      </w:r>
      <w:r>
        <w:rPr>
          <w:b/>
          <w:u w:val="single"/>
        </w:rPr>
        <w:t>Power point</w:t>
      </w:r>
    </w:p>
    <w:p w14:paraId="592A5365" w14:textId="77777777" w:rsidR="003B0C17" w:rsidRPr="00A71C01" w:rsidRDefault="003B0C17" w:rsidP="003B0C17">
      <w:r w:rsidRPr="00A71C01">
        <w:t xml:space="preserve">The following information must be included in your </w:t>
      </w:r>
      <w:proofErr w:type="spellStart"/>
      <w:r w:rsidR="005A64F6">
        <w:t>P</w:t>
      </w:r>
      <w:r w:rsidRPr="00A71C01">
        <w:t>rezi</w:t>
      </w:r>
      <w:proofErr w:type="spellEnd"/>
      <w:r w:rsidRPr="00A71C01">
        <w:t>:</w:t>
      </w:r>
    </w:p>
    <w:p w14:paraId="47CE2DDF" w14:textId="77777777" w:rsidR="003B0C17" w:rsidRPr="003E3335" w:rsidRDefault="003B0C17" w:rsidP="003B0C17">
      <w:pPr>
        <w:numPr>
          <w:ilvl w:val="1"/>
          <w:numId w:val="2"/>
        </w:numPr>
      </w:pPr>
      <w:r w:rsidRPr="003E3335">
        <w:t>Your full name</w:t>
      </w:r>
    </w:p>
    <w:p w14:paraId="4BC2983B" w14:textId="77777777" w:rsidR="003B0C17" w:rsidRDefault="003B0C17" w:rsidP="003B0C17">
      <w:pPr>
        <w:numPr>
          <w:ilvl w:val="1"/>
          <w:numId w:val="2"/>
        </w:numPr>
      </w:pPr>
      <w:r>
        <w:t>Class period</w:t>
      </w:r>
    </w:p>
    <w:p w14:paraId="0356EF92" w14:textId="77777777" w:rsidR="00BC5367" w:rsidRPr="003E3335" w:rsidRDefault="00BC5367" w:rsidP="003B0C17">
      <w:pPr>
        <w:numPr>
          <w:ilvl w:val="1"/>
          <w:numId w:val="2"/>
        </w:numPr>
      </w:pPr>
      <w:r>
        <w:t>Date</w:t>
      </w:r>
    </w:p>
    <w:p w14:paraId="3931693D" w14:textId="77777777" w:rsidR="003B0C17" w:rsidRDefault="003B0C17" w:rsidP="003B0C17">
      <w:pPr>
        <w:numPr>
          <w:ilvl w:val="1"/>
          <w:numId w:val="2"/>
        </w:numPr>
      </w:pPr>
      <w:r>
        <w:t>Study area location in your home</w:t>
      </w:r>
    </w:p>
    <w:p w14:paraId="379F21A7" w14:textId="77777777" w:rsidR="003B0C17" w:rsidRDefault="003B0C17" w:rsidP="003B0C17">
      <w:pPr>
        <w:numPr>
          <w:ilvl w:val="1"/>
          <w:numId w:val="2"/>
        </w:numPr>
      </w:pPr>
      <w:r>
        <w:t>Décor of the area</w:t>
      </w:r>
    </w:p>
    <w:p w14:paraId="6EDACAFF" w14:textId="77777777" w:rsidR="003B0C17" w:rsidRPr="003E3335" w:rsidRDefault="003B0C17" w:rsidP="003B0C17">
      <w:pPr>
        <w:numPr>
          <w:ilvl w:val="1"/>
          <w:numId w:val="2"/>
        </w:numPr>
      </w:pPr>
      <w:r>
        <w:t>Overall layout of the area</w:t>
      </w:r>
    </w:p>
    <w:p w14:paraId="5AAA95D7" w14:textId="77777777" w:rsidR="003B0C17" w:rsidRPr="003E3335" w:rsidRDefault="003B0C17" w:rsidP="003B0C17">
      <w:pPr>
        <w:numPr>
          <w:ilvl w:val="1"/>
          <w:numId w:val="2"/>
        </w:numPr>
      </w:pPr>
      <w:r>
        <w:t xml:space="preserve">Pictures that must be included in your </w:t>
      </w:r>
      <w:proofErr w:type="spellStart"/>
      <w:r w:rsidR="00BC5367">
        <w:t>Prezi</w:t>
      </w:r>
      <w:proofErr w:type="spellEnd"/>
      <w:r w:rsidR="00BC5367">
        <w:t xml:space="preserve"> presentation:</w:t>
      </w:r>
    </w:p>
    <w:p w14:paraId="5D434706" w14:textId="77777777" w:rsidR="00BC5367" w:rsidRPr="00874497" w:rsidRDefault="00BC5367" w:rsidP="00BC5367">
      <w:pPr>
        <w:numPr>
          <w:ilvl w:val="2"/>
          <w:numId w:val="2"/>
        </w:numPr>
      </w:pPr>
      <w:r w:rsidRPr="00874497">
        <w:t>Desk</w:t>
      </w:r>
    </w:p>
    <w:p w14:paraId="79089CEC" w14:textId="77777777" w:rsidR="00BC5367" w:rsidRPr="00874497" w:rsidRDefault="00BC5367" w:rsidP="00BC5367">
      <w:pPr>
        <w:numPr>
          <w:ilvl w:val="2"/>
          <w:numId w:val="2"/>
        </w:numPr>
      </w:pPr>
      <w:r w:rsidRPr="00874497">
        <w:t>Chair</w:t>
      </w:r>
    </w:p>
    <w:p w14:paraId="5A791194" w14:textId="77777777" w:rsidR="00BC5367" w:rsidRPr="00874497" w:rsidRDefault="00BC5367" w:rsidP="00BC5367">
      <w:pPr>
        <w:numPr>
          <w:ilvl w:val="2"/>
          <w:numId w:val="2"/>
        </w:numPr>
      </w:pPr>
      <w:r w:rsidRPr="00874497">
        <w:t>Lighting</w:t>
      </w:r>
    </w:p>
    <w:p w14:paraId="71A440BE" w14:textId="77777777" w:rsidR="00BC5367" w:rsidRDefault="00BC5367" w:rsidP="00BC5367">
      <w:pPr>
        <w:numPr>
          <w:ilvl w:val="2"/>
          <w:numId w:val="2"/>
        </w:numPr>
      </w:pPr>
      <w:r>
        <w:t>Books</w:t>
      </w:r>
    </w:p>
    <w:p w14:paraId="45549B08" w14:textId="77777777" w:rsidR="00BC5367" w:rsidRDefault="00BC5367" w:rsidP="00BC5367">
      <w:pPr>
        <w:numPr>
          <w:ilvl w:val="2"/>
          <w:numId w:val="2"/>
        </w:numPr>
      </w:pPr>
      <w:r>
        <w:t>Storage</w:t>
      </w:r>
    </w:p>
    <w:p w14:paraId="59CC4BDC" w14:textId="77777777" w:rsidR="00BC5367" w:rsidRDefault="00BC5367" w:rsidP="00BC5367">
      <w:pPr>
        <w:numPr>
          <w:ilvl w:val="2"/>
          <w:numId w:val="2"/>
        </w:numPr>
      </w:pPr>
      <w:r>
        <w:t>Wall color</w:t>
      </w:r>
    </w:p>
    <w:p w14:paraId="0D871B7B" w14:textId="77777777" w:rsidR="00BC5367" w:rsidRDefault="00BC5367" w:rsidP="00BC5367">
      <w:pPr>
        <w:numPr>
          <w:ilvl w:val="2"/>
          <w:numId w:val="2"/>
        </w:numPr>
      </w:pPr>
      <w:r>
        <w:t>Flooring</w:t>
      </w:r>
    </w:p>
    <w:p w14:paraId="1335E805" w14:textId="77777777" w:rsidR="00BC5367" w:rsidRPr="00874497" w:rsidRDefault="00BC5367" w:rsidP="00BC5367">
      <w:pPr>
        <w:numPr>
          <w:ilvl w:val="2"/>
          <w:numId w:val="2"/>
        </w:numPr>
      </w:pPr>
      <w:r w:rsidRPr="00874497">
        <w:t>Personal touches</w:t>
      </w:r>
    </w:p>
    <w:p w14:paraId="1612D359" w14:textId="77777777" w:rsidR="00BC5367" w:rsidRPr="00874497" w:rsidRDefault="00BC5367" w:rsidP="00BC5367">
      <w:pPr>
        <w:numPr>
          <w:ilvl w:val="2"/>
          <w:numId w:val="2"/>
        </w:numPr>
      </w:pPr>
      <w:r w:rsidRPr="00874497">
        <w:t>Writing utensil</w:t>
      </w:r>
    </w:p>
    <w:p w14:paraId="6B42B467" w14:textId="77777777" w:rsidR="00BC5367" w:rsidRPr="00874497" w:rsidRDefault="00BC5367" w:rsidP="00BC5367">
      <w:pPr>
        <w:numPr>
          <w:ilvl w:val="2"/>
          <w:numId w:val="2"/>
        </w:numPr>
      </w:pPr>
      <w:r>
        <w:t xml:space="preserve">Appropriate </w:t>
      </w:r>
      <w:r w:rsidRPr="00874497">
        <w:t>Accessories</w:t>
      </w:r>
    </w:p>
    <w:p w14:paraId="790FC0A9" w14:textId="77777777" w:rsidR="003B0C17" w:rsidRDefault="003B0C17" w:rsidP="003B0C17"/>
    <w:p w14:paraId="6C5F0D4D" w14:textId="77777777" w:rsidR="003B0C17" w:rsidRPr="00AD6164" w:rsidRDefault="003B0C17" w:rsidP="003B0C17">
      <w:pPr>
        <w:rPr>
          <w:b/>
          <w:u w:val="single"/>
        </w:rPr>
      </w:pPr>
      <w:r w:rsidRPr="00AD6164">
        <w:rPr>
          <w:b/>
          <w:u w:val="single"/>
        </w:rPr>
        <w:t>Pictures/Text</w:t>
      </w:r>
    </w:p>
    <w:p w14:paraId="158E3132" w14:textId="77777777" w:rsidR="003B0C17" w:rsidRPr="00AD6164" w:rsidRDefault="003B0C17" w:rsidP="003B0C17">
      <w:r w:rsidRPr="00AD6164">
        <w:t>- All pictures should be color</w:t>
      </w:r>
    </w:p>
    <w:p w14:paraId="0B020623" w14:textId="77777777" w:rsidR="003B0C17" w:rsidRPr="00AD6164" w:rsidRDefault="003B0C17" w:rsidP="003B0C17">
      <w:r w:rsidRPr="00AD6164">
        <w:t>- Font should be legible, large enough to see from a distance</w:t>
      </w:r>
    </w:p>
    <w:p w14:paraId="67B21E51" w14:textId="77777777" w:rsidR="003B0C17" w:rsidRPr="00AD6164" w:rsidRDefault="003B0C17" w:rsidP="003B0C17">
      <w:r w:rsidRPr="00AD6164">
        <w:br/>
      </w:r>
      <w:r w:rsidRPr="00AD6164">
        <w:rPr>
          <w:b/>
          <w:u w:val="single"/>
        </w:rPr>
        <w:t>Information:</w:t>
      </w:r>
    </w:p>
    <w:p w14:paraId="3741ECB5" w14:textId="77777777" w:rsidR="003B0C17" w:rsidRPr="00AD6164" w:rsidRDefault="003B0C17" w:rsidP="003B0C17">
      <w:r w:rsidRPr="00AD6164">
        <w:t>-  The information you provide include full sentences or bulleted points, not questions or paragraphs</w:t>
      </w:r>
    </w:p>
    <w:p w14:paraId="7722A914" w14:textId="77777777" w:rsidR="003B0C17" w:rsidRPr="00AD6164" w:rsidRDefault="003B0C17" w:rsidP="003B0C17">
      <w:r w:rsidRPr="00AD6164">
        <w:t xml:space="preserve">-   Each </w:t>
      </w:r>
      <w:r w:rsidR="00C50102">
        <w:t xml:space="preserve">picture should include an explanation of why you chose that for you area. </w:t>
      </w:r>
    </w:p>
    <w:p w14:paraId="07BD4F7E" w14:textId="77777777" w:rsidR="003B0C17" w:rsidRPr="00AD6164" w:rsidRDefault="003B0C17" w:rsidP="003B0C17"/>
    <w:p w14:paraId="049F458E" w14:textId="77777777" w:rsidR="003B0C17" w:rsidRPr="00EC336A" w:rsidRDefault="003B0C17" w:rsidP="003B0C17">
      <w:pPr>
        <w:rPr>
          <w:b/>
          <w:u w:val="single"/>
        </w:rPr>
      </w:pPr>
      <w:bookmarkStart w:id="1" w:name="OLE_LINK1"/>
      <w:r w:rsidRPr="0004702E">
        <w:rPr>
          <w:b/>
          <w:u w:val="single"/>
        </w:rPr>
        <w:t>Presentation should include answering the following questions:</w:t>
      </w:r>
      <w:bookmarkEnd w:id="1"/>
    </w:p>
    <w:p w14:paraId="6D3C1593" w14:textId="77777777" w:rsidR="003B0C17" w:rsidRDefault="003B0C17" w:rsidP="003B0C17">
      <w:r w:rsidRPr="009F4094">
        <w:t>* All power point presentations should be saved on your student folder at school so that they can be easily accessed by the teacher and for convenience during presentations.</w:t>
      </w:r>
      <w:r>
        <w:t xml:space="preserve"> </w:t>
      </w:r>
    </w:p>
    <w:p w14:paraId="3514A310" w14:textId="77777777" w:rsidR="003B0C17" w:rsidRDefault="003B0C17" w:rsidP="003B0C17">
      <w:pPr>
        <w:pStyle w:val="ListParagraph"/>
        <w:numPr>
          <w:ilvl w:val="0"/>
          <w:numId w:val="3"/>
        </w:numPr>
      </w:pPr>
      <w:r>
        <w:t>Where in your home is this study area?</w:t>
      </w:r>
    </w:p>
    <w:p w14:paraId="73C05D9F" w14:textId="77777777" w:rsidR="003B0C17" w:rsidRDefault="003B0C17" w:rsidP="003B0C17">
      <w:pPr>
        <w:pStyle w:val="ListParagraph"/>
        <w:numPr>
          <w:ilvl w:val="0"/>
          <w:numId w:val="3"/>
        </w:numPr>
      </w:pPr>
      <w:r>
        <w:t>What is your favorite part of this study area?</w:t>
      </w:r>
    </w:p>
    <w:p w14:paraId="35D4A189" w14:textId="77777777" w:rsidR="003B0C17" w:rsidRDefault="003B0C17" w:rsidP="003B0C17">
      <w:pPr>
        <w:pStyle w:val="ListParagraph"/>
        <w:numPr>
          <w:ilvl w:val="0"/>
          <w:numId w:val="3"/>
        </w:numPr>
      </w:pPr>
      <w:r>
        <w:t>How would it change your life if you used this study area on a regular basis?</w:t>
      </w:r>
    </w:p>
    <w:p w14:paraId="3945D984" w14:textId="77777777" w:rsidR="00737E0C" w:rsidRDefault="00737E0C" w:rsidP="003B0C17"/>
    <w:sectPr w:rsidR="00737E0C" w:rsidSect="00C23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3364B"/>
    <w:multiLevelType w:val="hybridMultilevel"/>
    <w:tmpl w:val="9B8CE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4028AB"/>
    <w:multiLevelType w:val="hybridMultilevel"/>
    <w:tmpl w:val="62F0185C"/>
    <w:lvl w:ilvl="0" w:tplc="AB0C5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0BB12CF"/>
    <w:multiLevelType w:val="hybridMultilevel"/>
    <w:tmpl w:val="1B2A80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78CB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17"/>
    <w:rsid w:val="0004217C"/>
    <w:rsid w:val="00044452"/>
    <w:rsid w:val="002049FA"/>
    <w:rsid w:val="00207CF2"/>
    <w:rsid w:val="00224019"/>
    <w:rsid w:val="003A0730"/>
    <w:rsid w:val="003B0C17"/>
    <w:rsid w:val="00483F08"/>
    <w:rsid w:val="004C2A55"/>
    <w:rsid w:val="005A64F6"/>
    <w:rsid w:val="005F6086"/>
    <w:rsid w:val="0068379F"/>
    <w:rsid w:val="006C0F7D"/>
    <w:rsid w:val="00737E0C"/>
    <w:rsid w:val="008B5C4A"/>
    <w:rsid w:val="008E7A2C"/>
    <w:rsid w:val="009C3D9E"/>
    <w:rsid w:val="00BC5367"/>
    <w:rsid w:val="00C23CA3"/>
    <w:rsid w:val="00C50102"/>
    <w:rsid w:val="00C73E0C"/>
    <w:rsid w:val="00D644AC"/>
    <w:rsid w:val="00E14361"/>
    <w:rsid w:val="00E70ABD"/>
    <w:rsid w:val="00E9563E"/>
    <w:rsid w:val="00F00DDD"/>
    <w:rsid w:val="00F61DC6"/>
    <w:rsid w:val="00F8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409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C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ille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88EA3338-749E-4562-8B08-F5FB2F004FED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\Users\amiller\AppData\Local\Chemistry Add-in for Word\Chemistry Gallery\Chem4Word.dotx</Template>
  <TotalTime>7</TotalTime>
  <Pages>3</Pages>
  <Words>662</Words>
  <Characters>3778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robbi makely</cp:lastModifiedBy>
  <cp:revision>3</cp:revision>
  <cp:lastPrinted>2013-04-19T18:14:00Z</cp:lastPrinted>
  <dcterms:created xsi:type="dcterms:W3CDTF">2013-06-17T20:09:00Z</dcterms:created>
  <dcterms:modified xsi:type="dcterms:W3CDTF">2013-06-19T18:53:00Z</dcterms:modified>
</cp:coreProperties>
</file>